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683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EF3F5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EF3F56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A62F84">
      <w:bookmarkStart w:id="0" w:name="_GoBack"/>
      <w:bookmarkEnd w:id="0"/>
      <w:r>
        <w:br w:type="page"/>
      </w:r>
      <w:r w:rsidR="00A62F84" w:rsidRPr="00A62F84">
        <w:lastRenderedPageBreak/>
        <w:t>[[AXURE CONTENT]]</w:t>
      </w:r>
    </w:p>
    <w:sectPr w:rsidR="004144D0" w:rsidSect="00975FB9">
      <w:headerReference w:type="default" r:id="rId10"/>
      <w:footerReference w:type="default" r:id="rId11"/>
      <w:type w:val="continuous"/>
      <w:pgSz w:w="11907" w:h="16839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0B" w:rsidRDefault="00A82C0B" w:rsidP="00093BE1">
      <w:pPr>
        <w:spacing w:before="0" w:after="0"/>
      </w:pPr>
      <w:r>
        <w:separator/>
      </w:r>
    </w:p>
  </w:endnote>
  <w:endnote w:type="continuationSeparator" w:id="0">
    <w:p w:rsidR="00A82C0B" w:rsidRDefault="00A82C0B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731"/>
      <w:gridCol w:w="1222"/>
      <w:gridCol w:w="4730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EF3F56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0B" w:rsidRDefault="00A82C0B" w:rsidP="00093BE1">
      <w:pPr>
        <w:spacing w:before="0" w:after="0"/>
      </w:pPr>
      <w:r>
        <w:separator/>
      </w:r>
    </w:p>
  </w:footnote>
  <w:footnote w:type="continuationSeparator" w:id="0">
    <w:p w:rsidR="00A82C0B" w:rsidRDefault="00A82C0B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0683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EF3F56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2C01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75FB9"/>
    <w:rsid w:val="009F6624"/>
    <w:rsid w:val="00A62F84"/>
    <w:rsid w:val="00A67C9A"/>
    <w:rsid w:val="00A82C0B"/>
    <w:rsid w:val="00AA7145"/>
    <w:rsid w:val="00AC49FE"/>
    <w:rsid w:val="00B007A7"/>
    <w:rsid w:val="00B14927"/>
    <w:rsid w:val="00B44158"/>
    <w:rsid w:val="00B7104B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EF3F56"/>
    <w:rsid w:val="00F47C3B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147920"/>
    <w:rsid w:val="006B709E"/>
    <w:rsid w:val="009D3071"/>
    <w:rsid w:val="00D71872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6782ED-CF4C-44F2-BF16-AF5AFFA0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2010-09-03T21:49:00Z</dcterms:created>
  <dcterms:modified xsi:type="dcterms:W3CDTF">2014-07-07T22:32:00Z</dcterms:modified>
</cp:coreProperties>
</file>